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700E42" w14:paraId="125D8ABD" w14:textId="77777777" w:rsidTr="00F862D6">
        <w:tc>
          <w:tcPr>
            <w:tcW w:w="1020" w:type="dxa"/>
          </w:tcPr>
          <w:p w14:paraId="0BD2528A" w14:textId="77777777" w:rsidR="00700E42" w:rsidRPr="003E6B9A" w:rsidRDefault="00700E42" w:rsidP="00700E42">
            <w:r w:rsidRPr="003E6B9A">
              <w:t>Naše zn.</w:t>
            </w:r>
          </w:p>
        </w:tc>
        <w:tc>
          <w:tcPr>
            <w:tcW w:w="2552" w:type="dxa"/>
          </w:tcPr>
          <w:p w14:paraId="1EB53367" w14:textId="7AB8860D" w:rsidR="00700E42" w:rsidRPr="003E6B9A" w:rsidRDefault="00C701F2" w:rsidP="00700E42">
            <w:r w:rsidRPr="00C701F2">
              <w:rPr>
                <w:rFonts w:ascii="Helvetica" w:hAnsi="Helvetica"/>
              </w:rPr>
              <w:t>2236/2024-SŽ-SSV-Ú3</w:t>
            </w:r>
          </w:p>
        </w:tc>
        <w:tc>
          <w:tcPr>
            <w:tcW w:w="823" w:type="dxa"/>
          </w:tcPr>
          <w:p w14:paraId="2881C3E5" w14:textId="77777777" w:rsidR="00700E42" w:rsidRDefault="00700E42" w:rsidP="00700E42"/>
        </w:tc>
        <w:tc>
          <w:tcPr>
            <w:tcW w:w="3685" w:type="dxa"/>
            <w:vMerge/>
          </w:tcPr>
          <w:p w14:paraId="1544FAFD" w14:textId="77777777" w:rsidR="00700E42" w:rsidRDefault="00700E42" w:rsidP="00700E42"/>
        </w:tc>
      </w:tr>
      <w:tr w:rsidR="00700E42" w14:paraId="0DC037FA" w14:textId="77777777" w:rsidTr="00F862D6">
        <w:tc>
          <w:tcPr>
            <w:tcW w:w="1020" w:type="dxa"/>
          </w:tcPr>
          <w:p w14:paraId="29A02B6F" w14:textId="77777777" w:rsidR="00700E42" w:rsidRDefault="00700E42" w:rsidP="00700E42">
            <w:r>
              <w:t>Listů/příloh</w:t>
            </w:r>
          </w:p>
        </w:tc>
        <w:tc>
          <w:tcPr>
            <w:tcW w:w="2552" w:type="dxa"/>
          </w:tcPr>
          <w:p w14:paraId="00AF12B3" w14:textId="207D7684" w:rsidR="00700E42" w:rsidRPr="003E6B9A" w:rsidRDefault="00700E42" w:rsidP="00700E42">
            <w:r w:rsidRPr="00EB4512">
              <w:t>1/0</w:t>
            </w:r>
          </w:p>
        </w:tc>
        <w:tc>
          <w:tcPr>
            <w:tcW w:w="823" w:type="dxa"/>
          </w:tcPr>
          <w:p w14:paraId="576D1A8B" w14:textId="77777777" w:rsidR="00700E42" w:rsidRDefault="00700E42" w:rsidP="00700E42"/>
        </w:tc>
        <w:tc>
          <w:tcPr>
            <w:tcW w:w="3685" w:type="dxa"/>
            <w:vMerge/>
          </w:tcPr>
          <w:p w14:paraId="0FA02536" w14:textId="77777777" w:rsidR="00700E42" w:rsidRDefault="00700E42" w:rsidP="00700E42">
            <w:pPr>
              <w:rPr>
                <w:noProof/>
              </w:rPr>
            </w:pPr>
          </w:p>
        </w:tc>
      </w:tr>
      <w:tr w:rsidR="00700E42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700E42" w:rsidRDefault="00700E42" w:rsidP="00700E42"/>
        </w:tc>
        <w:tc>
          <w:tcPr>
            <w:tcW w:w="2552" w:type="dxa"/>
          </w:tcPr>
          <w:p w14:paraId="2AE8B3BC" w14:textId="77777777" w:rsidR="00700E42" w:rsidRPr="003E6B9A" w:rsidRDefault="00700E42" w:rsidP="00700E42"/>
        </w:tc>
        <w:tc>
          <w:tcPr>
            <w:tcW w:w="823" w:type="dxa"/>
          </w:tcPr>
          <w:p w14:paraId="3C43ECEB" w14:textId="77777777" w:rsidR="00700E42" w:rsidRDefault="00700E42" w:rsidP="00700E42"/>
        </w:tc>
        <w:tc>
          <w:tcPr>
            <w:tcW w:w="3685" w:type="dxa"/>
            <w:vMerge/>
          </w:tcPr>
          <w:p w14:paraId="14E4C100" w14:textId="77777777" w:rsidR="00700E42" w:rsidRDefault="00700E42" w:rsidP="00700E42"/>
        </w:tc>
      </w:tr>
      <w:tr w:rsidR="00700E42" w14:paraId="63BE9957" w14:textId="77777777" w:rsidTr="00F862D6">
        <w:tc>
          <w:tcPr>
            <w:tcW w:w="1020" w:type="dxa"/>
          </w:tcPr>
          <w:p w14:paraId="1B6F1E19" w14:textId="77777777" w:rsidR="00700E42" w:rsidRDefault="00700E42" w:rsidP="00700E42">
            <w:r>
              <w:t>Vyřizuje</w:t>
            </w:r>
          </w:p>
        </w:tc>
        <w:tc>
          <w:tcPr>
            <w:tcW w:w="2552" w:type="dxa"/>
          </w:tcPr>
          <w:p w14:paraId="10E25C9B" w14:textId="08386246" w:rsidR="00700E42" w:rsidRPr="003E6B9A" w:rsidRDefault="00700E42" w:rsidP="00700E42">
            <w:r w:rsidRPr="007A6B52">
              <w:t>Ing. Radomíra Rečková</w:t>
            </w:r>
          </w:p>
        </w:tc>
        <w:tc>
          <w:tcPr>
            <w:tcW w:w="823" w:type="dxa"/>
          </w:tcPr>
          <w:p w14:paraId="570770A3" w14:textId="77777777" w:rsidR="00700E42" w:rsidRDefault="00700E42" w:rsidP="00700E42"/>
        </w:tc>
        <w:tc>
          <w:tcPr>
            <w:tcW w:w="3685" w:type="dxa"/>
            <w:vMerge/>
          </w:tcPr>
          <w:p w14:paraId="5378FE3F" w14:textId="77777777" w:rsidR="00700E42" w:rsidRDefault="00700E42" w:rsidP="00700E42"/>
        </w:tc>
      </w:tr>
      <w:tr w:rsidR="00700E42" w14:paraId="456F7750" w14:textId="77777777" w:rsidTr="00F862D6">
        <w:tc>
          <w:tcPr>
            <w:tcW w:w="1020" w:type="dxa"/>
          </w:tcPr>
          <w:p w14:paraId="220D925F" w14:textId="77777777" w:rsidR="00700E42" w:rsidRDefault="00700E42" w:rsidP="00700E42"/>
        </w:tc>
        <w:tc>
          <w:tcPr>
            <w:tcW w:w="2552" w:type="dxa"/>
          </w:tcPr>
          <w:p w14:paraId="7DB51256" w14:textId="77777777" w:rsidR="00700E42" w:rsidRPr="003E6B9A" w:rsidRDefault="00700E42" w:rsidP="00700E42"/>
        </w:tc>
        <w:tc>
          <w:tcPr>
            <w:tcW w:w="823" w:type="dxa"/>
          </w:tcPr>
          <w:p w14:paraId="268D668E" w14:textId="77777777" w:rsidR="00700E42" w:rsidRDefault="00700E42" w:rsidP="00700E42"/>
        </w:tc>
        <w:tc>
          <w:tcPr>
            <w:tcW w:w="3685" w:type="dxa"/>
            <w:vMerge/>
          </w:tcPr>
          <w:p w14:paraId="19A40C10" w14:textId="77777777" w:rsidR="00700E42" w:rsidRDefault="00700E42" w:rsidP="00700E42"/>
        </w:tc>
      </w:tr>
      <w:tr w:rsidR="00700E42" w14:paraId="24C2F0FD" w14:textId="77777777" w:rsidTr="00F862D6">
        <w:tc>
          <w:tcPr>
            <w:tcW w:w="1020" w:type="dxa"/>
          </w:tcPr>
          <w:p w14:paraId="60410610" w14:textId="77777777" w:rsidR="00700E42" w:rsidRDefault="00700E42" w:rsidP="00700E42">
            <w:r>
              <w:t>Mobil</w:t>
            </w:r>
          </w:p>
        </w:tc>
        <w:tc>
          <w:tcPr>
            <w:tcW w:w="2552" w:type="dxa"/>
          </w:tcPr>
          <w:p w14:paraId="39927106" w14:textId="7D9C4708" w:rsidR="00700E42" w:rsidRPr="003E6B9A" w:rsidRDefault="00700E42" w:rsidP="00700E42">
            <w:r w:rsidRPr="007A6B52">
              <w:t>+420 725</w:t>
            </w:r>
            <w:r>
              <w:t> </w:t>
            </w:r>
            <w:r w:rsidRPr="007A6B52">
              <w:t>744 197</w:t>
            </w:r>
          </w:p>
        </w:tc>
        <w:tc>
          <w:tcPr>
            <w:tcW w:w="823" w:type="dxa"/>
          </w:tcPr>
          <w:p w14:paraId="4206CB85" w14:textId="77777777" w:rsidR="00700E42" w:rsidRDefault="00700E42" w:rsidP="00700E42"/>
        </w:tc>
        <w:tc>
          <w:tcPr>
            <w:tcW w:w="3685" w:type="dxa"/>
            <w:vMerge/>
          </w:tcPr>
          <w:p w14:paraId="19BA8D14" w14:textId="77777777" w:rsidR="00700E42" w:rsidRDefault="00700E42" w:rsidP="00700E42"/>
        </w:tc>
      </w:tr>
      <w:tr w:rsidR="00700E42" w14:paraId="500A076E" w14:textId="77777777" w:rsidTr="00F862D6">
        <w:tc>
          <w:tcPr>
            <w:tcW w:w="1020" w:type="dxa"/>
          </w:tcPr>
          <w:p w14:paraId="65A3E0A4" w14:textId="77777777" w:rsidR="00700E42" w:rsidRDefault="00700E42" w:rsidP="00700E42">
            <w:r>
              <w:t>E-mail</w:t>
            </w:r>
          </w:p>
        </w:tc>
        <w:tc>
          <w:tcPr>
            <w:tcW w:w="2552" w:type="dxa"/>
          </w:tcPr>
          <w:p w14:paraId="5AEDDF66" w14:textId="179FC958" w:rsidR="00700E42" w:rsidRPr="003E6B9A" w:rsidRDefault="00700E42" w:rsidP="00700E42">
            <w:r w:rsidRPr="007A6B52">
              <w:t>Reckova@spravazeleznic.cz</w:t>
            </w:r>
          </w:p>
        </w:tc>
        <w:tc>
          <w:tcPr>
            <w:tcW w:w="823" w:type="dxa"/>
          </w:tcPr>
          <w:p w14:paraId="72A03481" w14:textId="77777777" w:rsidR="00700E42" w:rsidRDefault="00700E42" w:rsidP="00700E42"/>
        </w:tc>
        <w:tc>
          <w:tcPr>
            <w:tcW w:w="3685" w:type="dxa"/>
            <w:vMerge/>
          </w:tcPr>
          <w:p w14:paraId="070B1AA6" w14:textId="77777777" w:rsidR="00700E42" w:rsidRDefault="00700E42" w:rsidP="00700E42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43548CA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07813">
              <w:rPr>
                <w:noProof/>
              </w:rPr>
              <w:t>1.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140E2FF0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7F5F54">
        <w:rPr>
          <w:rFonts w:eastAsia="Times New Roman" w:cs="Times New Roman"/>
          <w:lang w:eastAsia="cs-CZ"/>
        </w:rPr>
        <w:t>1</w:t>
      </w:r>
    </w:p>
    <w:p w14:paraId="1C466933" w14:textId="23DF6CAB" w:rsidR="009206F5" w:rsidRPr="00C84783" w:rsidRDefault="007F5F54" w:rsidP="007F5F54">
      <w:pPr>
        <w:spacing w:after="0" w:line="240" w:lineRule="auto"/>
        <w:ind w:left="709"/>
        <w:rPr>
          <w:rFonts w:eastAsia="Calibri" w:cs="Times New Roman"/>
          <w:b/>
          <w:lang w:eastAsia="cs-CZ"/>
        </w:rPr>
      </w:pPr>
      <w:r w:rsidRPr="007F5F54">
        <w:rPr>
          <w:rFonts w:eastAsia="Calibri" w:cs="Times New Roman"/>
          <w:b/>
          <w:lang w:eastAsia="cs-CZ"/>
        </w:rPr>
        <w:t xml:space="preserve">„Rekonstrukce hygienického zázemí v </w:t>
      </w:r>
      <w:proofErr w:type="spellStart"/>
      <w:r w:rsidRPr="007F5F54">
        <w:rPr>
          <w:rFonts w:eastAsia="Calibri" w:cs="Times New Roman"/>
          <w:b/>
          <w:lang w:eastAsia="cs-CZ"/>
        </w:rPr>
        <w:t>žst</w:t>
      </w:r>
      <w:proofErr w:type="spellEnd"/>
      <w:r w:rsidRPr="007F5F54">
        <w:rPr>
          <w:rFonts w:eastAsia="Calibri" w:cs="Times New Roman"/>
          <w:b/>
          <w:lang w:eastAsia="cs-CZ"/>
        </w:rPr>
        <w:t xml:space="preserve"> Jilemnice, Dolní Lipka, Častolovice, Hronov, Malé Svatoňovice“ – 1. etapa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5253D07" w14:textId="15B8AC6F" w:rsidR="007F5F54" w:rsidRPr="007F5F54" w:rsidRDefault="007F5F54" w:rsidP="00C701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F5F54">
        <w:rPr>
          <w:rFonts w:eastAsia="Calibri" w:cs="Times New Roman"/>
          <w:bCs/>
          <w:lang w:eastAsia="cs-CZ"/>
        </w:rPr>
        <w:t>V rozpočtech „OVE4 – Ostatní výrobky“ a „OVE5 – Ostatní výrobky“ je u položek uvedeno „D+</w:t>
      </w:r>
      <w:proofErr w:type="gramStart"/>
      <w:r w:rsidRPr="007F5F54">
        <w:rPr>
          <w:rFonts w:eastAsia="Calibri" w:cs="Times New Roman"/>
          <w:bCs/>
          <w:lang w:eastAsia="cs-CZ"/>
        </w:rPr>
        <w:t>M….</w:t>
      </w:r>
      <w:proofErr w:type="gramEnd"/>
      <w:r w:rsidRPr="007F5F54">
        <w:rPr>
          <w:rFonts w:eastAsia="Calibri" w:cs="Times New Roman"/>
          <w:bCs/>
          <w:lang w:eastAsia="cs-CZ"/>
        </w:rPr>
        <w:t>“, ve výpise ostatních výrobků je napsáno „hrazeno OŘ“. Má se u těchto položek ocenit pouze montáž nebo montáž včetně dodávky?</w:t>
      </w:r>
    </w:p>
    <w:p w14:paraId="687C2E86" w14:textId="77777777" w:rsidR="00CB7B5A" w:rsidRPr="00507813" w:rsidRDefault="00CB7B5A" w:rsidP="00C701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07813">
        <w:rPr>
          <w:rFonts w:eastAsia="Calibri" w:cs="Times New Roman"/>
          <w:b/>
          <w:lang w:eastAsia="cs-CZ"/>
        </w:rPr>
        <w:t xml:space="preserve">Odpověď: </w:t>
      </w:r>
    </w:p>
    <w:p w14:paraId="6DA61B7D" w14:textId="4F9996C8" w:rsidR="00302BAF" w:rsidRPr="00507813" w:rsidRDefault="00930B42" w:rsidP="00C701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07813">
        <w:rPr>
          <w:rFonts w:eastAsia="Calibri" w:cs="Times New Roman"/>
          <w:bCs/>
          <w:lang w:eastAsia="cs-CZ"/>
        </w:rPr>
        <w:t>U těchto položek se oceňuje jak montáž</w:t>
      </w:r>
      <w:r w:rsidR="00526FAF" w:rsidRPr="00507813">
        <w:rPr>
          <w:rFonts w:eastAsia="Calibri" w:cs="Times New Roman"/>
          <w:bCs/>
          <w:lang w:eastAsia="cs-CZ"/>
        </w:rPr>
        <w:t>,</w:t>
      </w:r>
      <w:r w:rsidRPr="00507813">
        <w:rPr>
          <w:rFonts w:eastAsia="Calibri" w:cs="Times New Roman"/>
          <w:bCs/>
          <w:lang w:eastAsia="cs-CZ"/>
        </w:rPr>
        <w:t xml:space="preserve"> tak dodávka.</w:t>
      </w:r>
    </w:p>
    <w:p w14:paraId="7F11C39C" w14:textId="77777777" w:rsidR="00CB7B5A" w:rsidRDefault="00CB7B5A" w:rsidP="00C701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8E06442" w14:textId="77777777" w:rsidR="00C701F2" w:rsidRPr="00CB7B5A" w:rsidRDefault="00C701F2" w:rsidP="00C701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701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28F831EB" w14:textId="77777777" w:rsidR="007F5F54" w:rsidRPr="007F5F54" w:rsidRDefault="007F5F54" w:rsidP="00C701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J</w:t>
      </w:r>
      <w:r w:rsidRPr="007F5F54">
        <w:rPr>
          <w:rFonts w:eastAsia="Calibri" w:cs="Times New Roman"/>
          <w:bCs/>
          <w:lang w:eastAsia="cs-CZ"/>
        </w:rPr>
        <w:t>ak je legislativně v Malých Svatoňovicích řešena kanalizační přípojka a kanalizační šachta na cizím pozemku (vlastník Obec Malé Svatoňovice)?</w:t>
      </w:r>
    </w:p>
    <w:p w14:paraId="09E94491" w14:textId="77777777" w:rsidR="00302BAF" w:rsidRDefault="00CB7B5A" w:rsidP="00C701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F6E9F9F" w14:textId="77777777" w:rsidR="00930B42" w:rsidRPr="00507813" w:rsidRDefault="00930B42" w:rsidP="00C701F2">
      <w:pPr>
        <w:jc w:val="both"/>
        <w:rPr>
          <w:lang w:eastAsia="cs-CZ"/>
        </w:rPr>
      </w:pPr>
      <w:r w:rsidRPr="00507813">
        <w:rPr>
          <w:lang w:eastAsia="cs-CZ"/>
        </w:rPr>
        <w:t>Kanalizační přípojka na pozemku Obce Malé Svatoňovice je stávající, předmětem projektové dokumentace je její bez-výkopová oprava. Tato skutečnost byla diskutována s </w:t>
      </w:r>
      <w:proofErr w:type="spellStart"/>
      <w:r w:rsidRPr="00507813">
        <w:rPr>
          <w:lang w:eastAsia="cs-CZ"/>
        </w:rPr>
        <w:t>VaK</w:t>
      </w:r>
      <w:proofErr w:type="spellEnd"/>
      <w:r w:rsidRPr="00507813">
        <w:rPr>
          <w:lang w:eastAsia="cs-CZ"/>
        </w:rPr>
        <w:t xml:space="preserve"> Malé Svatoňovice. Zástupce organizace spravující kanalizační řad s uvedeným řešením souhlasí. Řešení je navrženo tak, aby nezasahovalo do pozemku Obce Malé Svatoňovice, předmětná přípojka se tedy nově neumisťuje a nevzniká omezení vlastnických práv či užívání pozemku. Veškeré práce by měly probíhat z prostoru výpravní budovy, či stávající šachty.</w:t>
      </w:r>
    </w:p>
    <w:p w14:paraId="6C9580D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7D0D21" w14:textId="77777777" w:rsidR="00CB7B5A" w:rsidRPr="0050781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07813">
        <w:rPr>
          <w:rFonts w:eastAsia="Times New Roman" w:cs="Times New Roman"/>
          <w:lang w:eastAsia="cs-CZ"/>
        </w:rPr>
        <w:t xml:space="preserve">Vzhledem ke skutečnosti, že bylo provedeno pouze </w:t>
      </w:r>
      <w:r w:rsidRPr="00507813">
        <w:rPr>
          <w:rFonts w:eastAsia="Times New Roman" w:cs="Times New Roman"/>
          <w:b/>
          <w:lang w:eastAsia="cs-CZ"/>
        </w:rPr>
        <w:t>vysvětlení zadávací dokumentace</w:t>
      </w:r>
      <w:r w:rsidRPr="00507813">
        <w:rPr>
          <w:rFonts w:eastAsia="Times New Roman" w:cs="Times New Roman"/>
          <w:lang w:eastAsia="cs-CZ"/>
        </w:rPr>
        <w:t>, neprodlužuje zada</w:t>
      </w:r>
      <w:r w:rsidR="00483F34" w:rsidRPr="00507813">
        <w:rPr>
          <w:rFonts w:eastAsia="Times New Roman" w:cs="Times New Roman"/>
          <w:lang w:eastAsia="cs-CZ"/>
        </w:rPr>
        <w:t>vatel lhůtu pro podání nabídek.</w:t>
      </w:r>
    </w:p>
    <w:p w14:paraId="698A4FEC" w14:textId="28B7C8DD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01522B" w14:textId="77777777" w:rsidR="00507813" w:rsidRDefault="0050781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171E55A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507813">
        <w:rPr>
          <w:rFonts w:eastAsia="Calibri" w:cs="Times New Roman"/>
          <w:lang w:eastAsia="cs-CZ"/>
        </w:rPr>
        <w:t>1. 3. 2024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A58805" w14:textId="77777777" w:rsidR="00507813" w:rsidRPr="00CB7B5A" w:rsidRDefault="0050781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516ED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F3AD0" w14:textId="77777777" w:rsidR="00516ED3" w:rsidRDefault="00516ED3" w:rsidP="00962258">
      <w:pPr>
        <w:spacing w:after="0" w:line="240" w:lineRule="auto"/>
      </w:pPr>
      <w:r>
        <w:separator/>
      </w:r>
    </w:p>
  </w:endnote>
  <w:endnote w:type="continuationSeparator" w:id="0">
    <w:p w14:paraId="24C26A51" w14:textId="77777777" w:rsidR="00516ED3" w:rsidRDefault="00516E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AB866" w14:textId="77777777" w:rsidR="00516ED3" w:rsidRDefault="00516ED3" w:rsidP="00962258">
      <w:pPr>
        <w:spacing w:after="0" w:line="240" w:lineRule="auto"/>
      </w:pPr>
      <w:r>
        <w:separator/>
      </w:r>
    </w:p>
  </w:footnote>
  <w:footnote w:type="continuationSeparator" w:id="0">
    <w:p w14:paraId="6BC7D5D3" w14:textId="77777777" w:rsidR="00516ED3" w:rsidRDefault="00516E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07813"/>
    <w:rsid w:val="00511AB9"/>
    <w:rsid w:val="00516ED3"/>
    <w:rsid w:val="00523EA7"/>
    <w:rsid w:val="00526FAF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0E42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7F5F54"/>
    <w:rsid w:val="00807DD0"/>
    <w:rsid w:val="00813F11"/>
    <w:rsid w:val="00891334"/>
    <w:rsid w:val="008A14C0"/>
    <w:rsid w:val="008A3568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0B42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564B6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01F2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20ED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1</Pages>
  <Words>293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13</cp:revision>
  <cp:lastPrinted>2019-02-22T13:28:00Z</cp:lastPrinted>
  <dcterms:created xsi:type="dcterms:W3CDTF">2023-11-14T16:31:00Z</dcterms:created>
  <dcterms:modified xsi:type="dcterms:W3CDTF">2024-03-01T06:20:00Z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